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9A00B" w14:textId="77777777" w:rsidR="00171A7A" w:rsidRDefault="00171A7A" w:rsidP="00171A7A">
      <w:pPr>
        <w:pStyle w:val="af1"/>
      </w:pPr>
      <w:bookmarkStart w:id="0" w:name="OLE_LINK1"/>
      <w:r>
        <w:t>[</w:t>
      </w:r>
      <w:r>
        <w:rPr>
          <w:rFonts w:hint="eastAsia"/>
        </w:rPr>
        <w:t>参考</w:t>
      </w:r>
      <w:r>
        <w:t>]</w:t>
      </w:r>
      <w:bookmarkEnd w:id="0"/>
    </w:p>
    <w:p w14:paraId="790E973F" w14:textId="77777777" w:rsidR="0052180D" w:rsidRDefault="0052180D">
      <w:pPr>
        <w:jc w:val="center"/>
        <w:rPr>
          <w:rFonts w:hAnsi="ＭＳ ゴシック"/>
          <w:szCs w:val="22"/>
        </w:rPr>
      </w:pPr>
    </w:p>
    <w:p w14:paraId="3FCD4B0A" w14:textId="77777777" w:rsidR="0052180D" w:rsidRDefault="0052180D">
      <w:pPr>
        <w:jc w:val="center"/>
        <w:rPr>
          <w:rFonts w:hAnsi="ＭＳ ゴシック"/>
          <w:szCs w:val="22"/>
        </w:rPr>
      </w:pPr>
    </w:p>
    <w:p w14:paraId="41C4A1EA" w14:textId="77777777" w:rsidR="0052180D" w:rsidRDefault="0052180D">
      <w:pPr>
        <w:jc w:val="center"/>
        <w:rPr>
          <w:rFonts w:hAnsi="ＭＳ ゴシック"/>
          <w:szCs w:val="22"/>
        </w:rPr>
      </w:pPr>
    </w:p>
    <w:p w14:paraId="2F845B56" w14:textId="77777777" w:rsidR="0052180D" w:rsidRDefault="0052180D">
      <w:pPr>
        <w:jc w:val="center"/>
        <w:rPr>
          <w:rFonts w:hAnsi="ＭＳ ゴシック"/>
          <w:szCs w:val="22"/>
        </w:rPr>
      </w:pPr>
    </w:p>
    <w:p w14:paraId="03B0B71B" w14:textId="77777777" w:rsidR="0052180D" w:rsidRDefault="0052180D">
      <w:pPr>
        <w:jc w:val="center"/>
        <w:rPr>
          <w:rFonts w:hAnsi="ＭＳ ゴシック"/>
          <w:szCs w:val="22"/>
        </w:rPr>
      </w:pPr>
    </w:p>
    <w:p w14:paraId="2D6D3783" w14:textId="77777777" w:rsidR="0052180D" w:rsidRDefault="0052180D">
      <w:pPr>
        <w:jc w:val="center"/>
        <w:rPr>
          <w:rFonts w:hAnsi="ＭＳ ゴシック"/>
          <w:szCs w:val="22"/>
        </w:rPr>
      </w:pPr>
    </w:p>
    <w:p w14:paraId="51F778FA" w14:textId="77777777" w:rsidR="0052180D" w:rsidRDefault="0052180D">
      <w:pPr>
        <w:jc w:val="center"/>
        <w:rPr>
          <w:rFonts w:hAnsi="ＭＳ ゴシック"/>
          <w:szCs w:val="22"/>
        </w:rPr>
      </w:pPr>
    </w:p>
    <w:p w14:paraId="1DE8E73D" w14:textId="77777777" w:rsidR="0052180D" w:rsidRDefault="0052180D">
      <w:pPr>
        <w:jc w:val="center"/>
        <w:rPr>
          <w:rFonts w:hAnsi="ＭＳ ゴシック"/>
          <w:szCs w:val="22"/>
        </w:rPr>
      </w:pPr>
    </w:p>
    <w:p w14:paraId="0AFBCF87" w14:textId="77777777" w:rsidR="0052180D" w:rsidRDefault="0052180D">
      <w:pPr>
        <w:jc w:val="center"/>
        <w:rPr>
          <w:rFonts w:hAnsi="ＭＳ ゴシック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2180D" w14:paraId="45215E1C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795522A4" w14:textId="77777777" w:rsidR="0052180D" w:rsidRDefault="0052180D">
            <w:pPr>
              <w:jc w:val="center"/>
              <w:rPr>
                <w:rFonts w:hAnsi="ＭＳ ゴシック"/>
                <w:b/>
                <w:sz w:val="44"/>
              </w:rPr>
            </w:pPr>
          </w:p>
          <w:p w14:paraId="521EDB0C" w14:textId="48E29A14" w:rsidR="0052180D" w:rsidRDefault="00950FBC">
            <w:pPr>
              <w:jc w:val="center"/>
              <w:rPr>
                <w:rFonts w:hAnsi="ＭＳ ゴシック"/>
                <w:b/>
                <w:sz w:val="44"/>
              </w:rPr>
            </w:pPr>
            <w:r w:rsidRPr="00BB21D2">
              <w:rPr>
                <w:rFonts w:hAnsi="ＭＳ ゴシック" w:hint="eastAsia"/>
                <w:b/>
                <w:sz w:val="44"/>
              </w:rPr>
              <w:t>５１００</w:t>
            </w:r>
            <w:r w:rsidR="003361B4">
              <w:rPr>
                <w:rFonts w:hAnsi="ＭＳ ゴシック" w:hint="eastAsia"/>
                <w:b/>
                <w:sz w:val="44"/>
              </w:rPr>
              <w:t>．</w:t>
            </w:r>
            <w:r w:rsidR="008D48A9" w:rsidRPr="008D48A9">
              <w:rPr>
                <w:rFonts w:hAnsi="ＭＳ ゴシック" w:hint="eastAsia"/>
                <w:b/>
                <w:sz w:val="44"/>
              </w:rPr>
              <w:t>手数料確認</w:t>
            </w:r>
          </w:p>
          <w:p w14:paraId="04C643BD" w14:textId="77777777" w:rsidR="0052180D" w:rsidRDefault="0052180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14:paraId="2C2437B5" w14:textId="77777777" w:rsidR="0052180D" w:rsidRDefault="0052180D">
      <w:pPr>
        <w:jc w:val="center"/>
        <w:rPr>
          <w:rFonts w:hAnsi="ＭＳ ゴシック"/>
          <w:sz w:val="44"/>
          <w:szCs w:val="44"/>
        </w:rPr>
      </w:pPr>
    </w:p>
    <w:p w14:paraId="0479E4F0" w14:textId="77777777" w:rsidR="0052180D" w:rsidRDefault="0052180D">
      <w:pPr>
        <w:jc w:val="center"/>
        <w:rPr>
          <w:rFonts w:hAnsi="ＭＳ ゴシック"/>
          <w:sz w:val="44"/>
          <w:szCs w:val="44"/>
        </w:rPr>
      </w:pPr>
    </w:p>
    <w:p w14:paraId="535077EB" w14:textId="77777777" w:rsidR="0052180D" w:rsidRDefault="0052180D">
      <w:pPr>
        <w:jc w:val="center"/>
        <w:rPr>
          <w:rFonts w:hAnsi="ＭＳ ゴシック"/>
          <w:sz w:val="44"/>
          <w:szCs w:val="44"/>
        </w:rPr>
      </w:pPr>
    </w:p>
    <w:p w14:paraId="51155D11" w14:textId="77777777" w:rsidR="0052180D" w:rsidRDefault="0052180D">
      <w:pPr>
        <w:jc w:val="center"/>
        <w:rPr>
          <w:rFonts w:hAnsi="ＭＳ ゴシック"/>
          <w:sz w:val="44"/>
          <w:szCs w:val="44"/>
        </w:rPr>
      </w:pPr>
      <w:bookmarkStart w:id="1" w:name="_GoBack"/>
      <w:bookmarkEnd w:id="1"/>
    </w:p>
    <w:p w14:paraId="3BA04831" w14:textId="77777777" w:rsidR="0052180D" w:rsidRDefault="0052180D">
      <w:pPr>
        <w:jc w:val="center"/>
        <w:rPr>
          <w:rFonts w:hAnsi="ＭＳ ゴシック"/>
          <w:sz w:val="44"/>
          <w:szCs w:val="44"/>
        </w:rPr>
      </w:pPr>
    </w:p>
    <w:p w14:paraId="0EFE52AD" w14:textId="77777777" w:rsidR="0052180D" w:rsidRDefault="0052180D">
      <w:pPr>
        <w:jc w:val="center"/>
        <w:rPr>
          <w:rFonts w:hAnsi="ＭＳ ゴシック"/>
          <w:sz w:val="44"/>
          <w:szCs w:val="44"/>
        </w:rPr>
      </w:pPr>
    </w:p>
    <w:p w14:paraId="4DB66647" w14:textId="77777777" w:rsidR="0052180D" w:rsidRDefault="0052180D">
      <w:pPr>
        <w:jc w:val="center"/>
        <w:rPr>
          <w:rFonts w:hAnsi="ＭＳ ゴシック"/>
          <w:sz w:val="44"/>
          <w:szCs w:val="44"/>
        </w:rPr>
      </w:pPr>
    </w:p>
    <w:p w14:paraId="697E8ACE" w14:textId="77777777" w:rsidR="0052180D" w:rsidRDefault="0052180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2180D" w14:paraId="4CFB1389" w14:textId="77777777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F8F2" w14:textId="77777777" w:rsidR="0052180D" w:rsidRDefault="003361B4">
            <w:pPr>
              <w:jc w:val="center"/>
              <w:rPr>
                <w:rFonts w:hAnsi="ＭＳ ゴシック"/>
                <w:szCs w:val="20"/>
              </w:rPr>
            </w:pPr>
            <w:r>
              <w:rPr>
                <w:rFonts w:hAnsi="ＭＳ ゴシック" w:hint="eastAsia"/>
                <w:szCs w:val="2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3C46" w14:textId="77777777" w:rsidR="0052180D" w:rsidRDefault="003361B4">
            <w:pPr>
              <w:jc w:val="center"/>
              <w:rPr>
                <w:rFonts w:hAnsi="ＭＳ ゴシック"/>
                <w:szCs w:val="20"/>
              </w:rPr>
            </w:pPr>
            <w:r>
              <w:rPr>
                <w:rFonts w:hAnsi="ＭＳ ゴシック" w:hint="eastAsia"/>
                <w:szCs w:val="20"/>
              </w:rPr>
              <w:t>業務名</w:t>
            </w:r>
          </w:p>
        </w:tc>
      </w:tr>
      <w:tr w:rsidR="0052180D" w14:paraId="23E8095E" w14:textId="77777777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3AE5" w14:textId="77777777" w:rsidR="0052180D" w:rsidRDefault="008D48A9" w:rsidP="008D48A9">
            <w:pPr>
              <w:jc w:val="center"/>
              <w:rPr>
                <w:rFonts w:hAnsi="ＭＳ ゴシック"/>
                <w:szCs w:val="20"/>
              </w:rPr>
            </w:pPr>
            <w:r>
              <w:rPr>
                <w:rFonts w:hAnsi="ＭＳ ゴシック" w:hint="eastAsia"/>
                <w:szCs w:val="22"/>
              </w:rPr>
              <w:t>ＭＴＥ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5202" w14:textId="77777777" w:rsidR="0052180D" w:rsidRDefault="008D48A9">
            <w:pPr>
              <w:jc w:val="center"/>
              <w:rPr>
                <w:rFonts w:hAnsi="ＭＳ ゴシック"/>
                <w:szCs w:val="20"/>
              </w:rPr>
            </w:pPr>
            <w:r w:rsidRPr="008D48A9">
              <w:rPr>
                <w:rFonts w:hAnsi="ＭＳ ゴシック" w:cs="ＭＳ ゴシック" w:hint="eastAsia"/>
                <w:kern w:val="0"/>
                <w:szCs w:val="22"/>
              </w:rPr>
              <w:t>手数料確認</w:t>
            </w:r>
          </w:p>
        </w:tc>
      </w:tr>
    </w:tbl>
    <w:p w14:paraId="17BC318B" w14:textId="77777777" w:rsidR="0052180D" w:rsidRDefault="0052180D">
      <w:pPr>
        <w:rPr>
          <w:rFonts w:hAnsi="ＭＳ ゴシック"/>
          <w:szCs w:val="22"/>
        </w:rPr>
      </w:pPr>
    </w:p>
    <w:p w14:paraId="29C56588" w14:textId="77777777" w:rsidR="0052180D" w:rsidRDefault="003361B4">
      <w:pPr>
        <w:rPr>
          <w:rFonts w:hAnsi="ＭＳ ゴシック"/>
          <w:szCs w:val="22"/>
        </w:rPr>
      </w:pPr>
      <w:r>
        <w:rPr>
          <w:rFonts w:hAnsi="ＭＳ ゴシック"/>
          <w:szCs w:val="22"/>
        </w:rPr>
        <w:br w:type="page"/>
      </w:r>
      <w:r>
        <w:rPr>
          <w:rFonts w:hAnsi="ＭＳ ゴシック" w:hint="eastAsia"/>
          <w:szCs w:val="22"/>
        </w:rPr>
        <w:lastRenderedPageBreak/>
        <w:t>１．業務概要</w:t>
      </w:r>
    </w:p>
    <w:p w14:paraId="14D4E98D" w14:textId="6D6D8861" w:rsidR="0052180D" w:rsidRDefault="00FB1EAD">
      <w:pPr>
        <w:ind w:leftChars="200" w:left="397" w:firstLineChars="100" w:firstLine="198"/>
        <w:rPr>
          <w:rFonts w:hAnsi="ＭＳ ゴシック"/>
          <w:szCs w:val="22"/>
        </w:rPr>
      </w:pPr>
      <w:r w:rsidRPr="00171A7A">
        <w:rPr>
          <w:rFonts w:hAnsi="ＭＳ ゴシック" w:hint="eastAsia"/>
          <w:szCs w:val="22"/>
        </w:rPr>
        <w:t>申請者に出力した「納付通知情報（印紙・現金）」に基づき、納付された手数料の領収情報を登録し、自動車通関証明書を出力する。</w:t>
      </w:r>
    </w:p>
    <w:p w14:paraId="47108337" w14:textId="77777777" w:rsidR="0052180D" w:rsidRDefault="0052180D">
      <w:pPr>
        <w:rPr>
          <w:rFonts w:hAnsi="ＭＳ ゴシック"/>
          <w:szCs w:val="22"/>
        </w:rPr>
      </w:pPr>
    </w:p>
    <w:p w14:paraId="5F86A946" w14:textId="77777777" w:rsidR="0052180D" w:rsidRDefault="003361B4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２．入力者</w:t>
      </w:r>
    </w:p>
    <w:p w14:paraId="4C18C988" w14:textId="77777777" w:rsidR="0052180D" w:rsidRDefault="008D48A9" w:rsidP="00CC2EF6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税関</w:t>
      </w:r>
    </w:p>
    <w:p w14:paraId="6DF83DD8" w14:textId="77777777" w:rsidR="0052180D" w:rsidRDefault="0052180D">
      <w:pPr>
        <w:rPr>
          <w:rFonts w:hAnsi="ＭＳ ゴシック"/>
          <w:szCs w:val="22"/>
        </w:rPr>
      </w:pPr>
    </w:p>
    <w:p w14:paraId="0834C6AF" w14:textId="58F70EA2" w:rsidR="0052180D" w:rsidRDefault="00171A7A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３</w:t>
      </w:r>
      <w:r w:rsidR="003361B4">
        <w:rPr>
          <w:rFonts w:hAnsi="ＭＳ ゴシック" w:hint="eastAsia"/>
          <w:szCs w:val="22"/>
        </w:rPr>
        <w:t>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52180D" w14:paraId="5701F00D" w14:textId="77777777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EEC1" w14:textId="77777777" w:rsidR="0052180D" w:rsidRDefault="003361B4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5161" w14:textId="77777777" w:rsidR="0052180D" w:rsidRDefault="003361B4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EC66" w14:textId="77777777" w:rsidR="0052180D" w:rsidRDefault="003361B4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52180D" w14:paraId="1E8A209E" w14:textId="77777777" w:rsidTr="00842009">
        <w:trPr>
          <w:cantSplit/>
          <w:trHeight w:hRule="exact" w:val="3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0B40" w14:textId="77777777" w:rsidR="0052180D" w:rsidRDefault="003361B4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58A2" w14:textId="77777777" w:rsidR="0052180D" w:rsidRPr="00776921" w:rsidRDefault="003361B4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76921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3C81" w14:textId="77777777" w:rsidR="0052180D" w:rsidRPr="00776921" w:rsidRDefault="003361B4">
            <w:pPr>
              <w:rPr>
                <w:rFonts w:hAnsi="ＭＳ ゴシック"/>
                <w:szCs w:val="22"/>
              </w:rPr>
            </w:pPr>
            <w:r w:rsidRPr="00776921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52180D" w14:paraId="3D42185D" w14:textId="77777777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BA0" w14:textId="77777777" w:rsidR="0052180D" w:rsidRDefault="008D48A9">
            <w:pPr>
              <w:rPr>
                <w:rFonts w:hAnsi="ＭＳ ゴシック"/>
                <w:szCs w:val="22"/>
              </w:rPr>
            </w:pPr>
            <w:r w:rsidRPr="008D48A9">
              <w:rPr>
                <w:rFonts w:hAnsi="ＭＳ ゴシック" w:hint="eastAsia"/>
                <w:szCs w:val="22"/>
              </w:rPr>
              <w:t>自動車通関証明書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94E1" w14:textId="77777777" w:rsidR="0052180D" w:rsidRPr="00776921" w:rsidRDefault="009B62FF">
            <w:pPr>
              <w:rPr>
                <w:rFonts w:hAnsi="ＭＳ ゴシック"/>
                <w:szCs w:val="22"/>
              </w:rPr>
            </w:pPr>
            <w:r w:rsidRPr="00776921"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47B7" w14:textId="77777777" w:rsidR="0052180D" w:rsidRPr="00776921" w:rsidRDefault="00714887">
            <w:pPr>
              <w:rPr>
                <w:rFonts w:hAnsi="ＭＳ ゴシック"/>
                <w:szCs w:val="22"/>
              </w:rPr>
            </w:pPr>
            <w:r w:rsidRPr="00776921">
              <w:rPr>
                <w:rFonts w:hAnsi="ＭＳ ゴシック" w:hint="eastAsia"/>
                <w:szCs w:val="22"/>
              </w:rPr>
              <w:t>申請者</w:t>
            </w:r>
          </w:p>
        </w:tc>
      </w:tr>
    </w:tbl>
    <w:p w14:paraId="2BAD7C4E" w14:textId="77777777" w:rsidR="00313E58" w:rsidRDefault="00313E58">
      <w:pPr>
        <w:rPr>
          <w:rFonts w:hAnsi="ＭＳ ゴシック"/>
          <w:szCs w:val="22"/>
        </w:rPr>
      </w:pPr>
    </w:p>
    <w:sectPr w:rsidR="00313E58">
      <w:footerReference w:type="even" r:id="rId7"/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F8A32" w14:textId="77777777" w:rsidR="004454D0" w:rsidRDefault="004454D0">
      <w:r>
        <w:separator/>
      </w:r>
    </w:p>
  </w:endnote>
  <w:endnote w:type="continuationSeparator" w:id="0">
    <w:p w14:paraId="471E2CF4" w14:textId="77777777" w:rsidR="004454D0" w:rsidRDefault="00445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FDA56" w14:textId="77777777" w:rsidR="0052180D" w:rsidRDefault="003361B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697F72D" w14:textId="77777777" w:rsidR="0052180D" w:rsidRDefault="0052180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1718D" w14:textId="5EB0CC01" w:rsidR="0052180D" w:rsidRDefault="00950FBC">
    <w:pPr>
      <w:pStyle w:val="a8"/>
      <w:framePr w:wrap="around" w:vAnchor="text" w:hAnchor="margin" w:xAlign="center" w:y="1"/>
      <w:rPr>
        <w:rStyle w:val="a9"/>
      </w:rPr>
    </w:pPr>
    <w:r w:rsidRPr="008C10B0">
      <w:rPr>
        <w:rStyle w:val="a9"/>
      </w:rPr>
      <w:t>5100</w:t>
    </w:r>
    <w:r w:rsidR="003361B4">
      <w:rPr>
        <w:rStyle w:val="a9"/>
        <w:rFonts w:hint="eastAsia"/>
      </w:rPr>
      <w:t>-01-</w:t>
    </w:r>
    <w:r w:rsidR="003361B4">
      <w:rPr>
        <w:rStyle w:val="a9"/>
      </w:rPr>
      <w:fldChar w:fldCharType="begin"/>
    </w:r>
    <w:r w:rsidR="003361B4">
      <w:rPr>
        <w:rStyle w:val="a9"/>
      </w:rPr>
      <w:instrText xml:space="preserve">PAGE  </w:instrText>
    </w:r>
    <w:r w:rsidR="003361B4">
      <w:rPr>
        <w:rStyle w:val="a9"/>
      </w:rPr>
      <w:fldChar w:fldCharType="separate"/>
    </w:r>
    <w:r w:rsidR="00BB21D2">
      <w:rPr>
        <w:rStyle w:val="a9"/>
        <w:noProof/>
      </w:rPr>
      <w:t>1</w:t>
    </w:r>
    <w:r w:rsidR="003361B4">
      <w:rPr>
        <w:rStyle w:val="a9"/>
      </w:rPr>
      <w:fldChar w:fldCharType="end"/>
    </w:r>
  </w:p>
  <w:p w14:paraId="186E24E9" w14:textId="77777777" w:rsidR="00795029" w:rsidRDefault="00795029">
    <w:pPr>
      <w:pStyle w:val="a8"/>
      <w:tabs>
        <w:tab w:val="clear" w:pos="4252"/>
        <w:tab w:val="clear" w:pos="8504"/>
        <w:tab w:val="left" w:pos="5529"/>
      </w:tabs>
    </w:pPr>
  </w:p>
  <w:p w14:paraId="548ACDB1" w14:textId="77777777" w:rsidR="0052180D" w:rsidRPr="00795029" w:rsidRDefault="0052180D" w:rsidP="00BA01FD">
    <w:pPr>
      <w:pStyle w:val="a8"/>
      <w:wordWrap w:val="0"/>
      <w:ind w:right="220"/>
      <w:jc w:val="right"/>
      <w:rPr>
        <w:rFonts w:asciiTheme="majorEastAsia" w:eastAsiaTheme="majorEastAsia" w:hAnsiTheme="majorEastAsia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B8555" w14:textId="77777777" w:rsidR="004454D0" w:rsidRDefault="004454D0">
      <w:r>
        <w:separator/>
      </w:r>
    </w:p>
  </w:footnote>
  <w:footnote w:type="continuationSeparator" w:id="0">
    <w:p w14:paraId="5E94C7A4" w14:textId="77777777" w:rsidR="004454D0" w:rsidRDefault="00445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871F2"/>
    <w:multiLevelType w:val="multilevel"/>
    <w:tmpl w:val="94923934"/>
    <w:lvl w:ilvl="0">
      <w:start w:val="2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0E452332"/>
    <w:multiLevelType w:val="hybridMultilevel"/>
    <w:tmpl w:val="B9429958"/>
    <w:lvl w:ilvl="0" w:tplc="4086B0F2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" w15:restartNumberingAfterBreak="0">
    <w:nsid w:val="0F0F54E8"/>
    <w:multiLevelType w:val="hybridMultilevel"/>
    <w:tmpl w:val="6F32351C"/>
    <w:lvl w:ilvl="0" w:tplc="FA2AD1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E7D6667"/>
    <w:multiLevelType w:val="multilevel"/>
    <w:tmpl w:val="43FEC2CE"/>
    <w:lvl w:ilvl="0">
      <w:start w:val="1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20F93759"/>
    <w:multiLevelType w:val="hybridMultilevel"/>
    <w:tmpl w:val="94923934"/>
    <w:lvl w:ilvl="0" w:tplc="13B695A0">
      <w:start w:val="2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21A44F5C"/>
    <w:multiLevelType w:val="hybridMultilevel"/>
    <w:tmpl w:val="92DC8D56"/>
    <w:lvl w:ilvl="0" w:tplc="4BAECB5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24F03B85"/>
    <w:multiLevelType w:val="hybridMultilevel"/>
    <w:tmpl w:val="43FEC2CE"/>
    <w:lvl w:ilvl="0" w:tplc="CA9434F6">
      <w:start w:val="1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ACF7B31"/>
    <w:multiLevelType w:val="hybridMultilevel"/>
    <w:tmpl w:val="D05E331C"/>
    <w:lvl w:ilvl="0" w:tplc="7BFAC038">
      <w:start w:val="1"/>
      <w:numFmt w:val="decimalEnclosedCircle"/>
      <w:lvlText w:val="%1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4"/>
        </w:tabs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4"/>
        </w:tabs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4"/>
        </w:tabs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4"/>
        </w:tabs>
        <w:ind w:left="4404" w:hanging="420"/>
      </w:pPr>
    </w:lvl>
  </w:abstractNum>
  <w:abstractNum w:abstractNumId="8" w15:restartNumberingAfterBreak="0">
    <w:nsid w:val="2CFE43E9"/>
    <w:multiLevelType w:val="multilevel"/>
    <w:tmpl w:val="3692DDB4"/>
    <w:lvl w:ilvl="0">
      <w:start w:val="1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380851D0"/>
    <w:multiLevelType w:val="hybridMultilevel"/>
    <w:tmpl w:val="5E24E7CE"/>
    <w:lvl w:ilvl="0" w:tplc="3CAE5FE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0" w15:restartNumberingAfterBreak="0">
    <w:nsid w:val="3F13740C"/>
    <w:multiLevelType w:val="hybridMultilevel"/>
    <w:tmpl w:val="2E222182"/>
    <w:lvl w:ilvl="0" w:tplc="E3C6B9AA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1" w15:restartNumberingAfterBreak="0">
    <w:nsid w:val="40647B0C"/>
    <w:multiLevelType w:val="hybridMultilevel"/>
    <w:tmpl w:val="3692DDB4"/>
    <w:lvl w:ilvl="0" w:tplc="19D68AFA">
      <w:start w:val="1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2" w15:restartNumberingAfterBreak="0">
    <w:nsid w:val="440A04A0"/>
    <w:multiLevelType w:val="hybridMultilevel"/>
    <w:tmpl w:val="EABA6E1E"/>
    <w:lvl w:ilvl="0" w:tplc="C54C9C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C6619EA"/>
    <w:multiLevelType w:val="hybridMultilevel"/>
    <w:tmpl w:val="EA7C241C"/>
    <w:lvl w:ilvl="0" w:tplc="E41CC870">
      <w:start w:val="1"/>
      <w:numFmt w:val="decimalEnclosedCircle"/>
      <w:lvlText w:val="%1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4"/>
        </w:tabs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4"/>
        </w:tabs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4"/>
        </w:tabs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4"/>
        </w:tabs>
        <w:ind w:left="4404" w:hanging="420"/>
      </w:pPr>
    </w:lvl>
  </w:abstractNum>
  <w:abstractNum w:abstractNumId="14" w15:restartNumberingAfterBreak="0">
    <w:nsid w:val="60EE639E"/>
    <w:multiLevelType w:val="hybridMultilevel"/>
    <w:tmpl w:val="61D6ACA8"/>
    <w:lvl w:ilvl="0" w:tplc="979A8C06">
      <w:start w:val="1"/>
      <w:numFmt w:val="decimalEnclosedCircle"/>
      <w:lvlText w:val="%1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4"/>
        </w:tabs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4"/>
        </w:tabs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4"/>
        </w:tabs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4"/>
        </w:tabs>
        <w:ind w:left="4404" w:hanging="420"/>
      </w:pPr>
    </w:lvl>
  </w:abstractNum>
  <w:abstractNum w:abstractNumId="15" w15:restartNumberingAfterBreak="0">
    <w:nsid w:val="62634A14"/>
    <w:multiLevelType w:val="hybridMultilevel"/>
    <w:tmpl w:val="7C5A0864"/>
    <w:lvl w:ilvl="0" w:tplc="C40A24E2">
      <w:start w:val="1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72550DC"/>
    <w:multiLevelType w:val="hybridMultilevel"/>
    <w:tmpl w:val="DE88A508"/>
    <w:lvl w:ilvl="0" w:tplc="B2FE548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7" w15:restartNumberingAfterBreak="0">
    <w:nsid w:val="6DBB7DF6"/>
    <w:multiLevelType w:val="multilevel"/>
    <w:tmpl w:val="94923934"/>
    <w:lvl w:ilvl="0">
      <w:start w:val="2"/>
      <w:numFmt w:val="decimalFullWidth"/>
      <w:lvlText w:val="（%1）"/>
      <w:lvlJc w:val="left"/>
      <w:pPr>
        <w:tabs>
          <w:tab w:val="num" w:pos="865"/>
        </w:tabs>
        <w:ind w:left="865" w:hanging="645"/>
      </w:pPr>
      <w:rPr>
        <w:rFonts w:ascii="ＭＳ ゴシック" w:eastAsia="ＭＳ ゴシック" w:hAnsi="ＭＳ ゴシック" w:hint="default"/>
      </w:rPr>
    </w:lvl>
    <w:lvl w:ilvl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 w15:restartNumberingAfterBreak="0">
    <w:nsid w:val="6E2541FA"/>
    <w:multiLevelType w:val="hybridMultilevel"/>
    <w:tmpl w:val="3A0A1ACA"/>
    <w:lvl w:ilvl="0" w:tplc="AD8EB820">
      <w:start w:val="1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9" w15:restartNumberingAfterBreak="0">
    <w:nsid w:val="745F3B9A"/>
    <w:multiLevelType w:val="hybridMultilevel"/>
    <w:tmpl w:val="FF6EA56C"/>
    <w:lvl w:ilvl="0" w:tplc="2864F1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C0A64A8"/>
    <w:multiLevelType w:val="hybridMultilevel"/>
    <w:tmpl w:val="B6EE5150"/>
    <w:lvl w:ilvl="0" w:tplc="D224319A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1" w15:restartNumberingAfterBreak="0">
    <w:nsid w:val="7FDB3B4A"/>
    <w:multiLevelType w:val="hybridMultilevel"/>
    <w:tmpl w:val="A83A43BA"/>
    <w:lvl w:ilvl="0" w:tplc="4B94DB04">
      <w:start w:val="1"/>
      <w:numFmt w:val="decimalEnclosedCircle"/>
      <w:lvlText w:val="%1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4"/>
        </w:tabs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4"/>
        </w:tabs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4"/>
        </w:tabs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4"/>
        </w:tabs>
        <w:ind w:left="4404" w:hanging="420"/>
      </w:pPr>
    </w:lvl>
  </w:abstractNum>
  <w:num w:numId="1">
    <w:abstractNumId w:val="21"/>
  </w:num>
  <w:num w:numId="2">
    <w:abstractNumId w:val="13"/>
  </w:num>
  <w:num w:numId="3">
    <w:abstractNumId w:val="14"/>
  </w:num>
  <w:num w:numId="4">
    <w:abstractNumId w:val="7"/>
  </w:num>
  <w:num w:numId="5">
    <w:abstractNumId w:val="2"/>
  </w:num>
  <w:num w:numId="6">
    <w:abstractNumId w:val="19"/>
  </w:num>
  <w:num w:numId="7">
    <w:abstractNumId w:val="12"/>
  </w:num>
  <w:num w:numId="8">
    <w:abstractNumId w:val="20"/>
  </w:num>
  <w:num w:numId="9">
    <w:abstractNumId w:val="5"/>
  </w:num>
  <w:num w:numId="10">
    <w:abstractNumId w:val="10"/>
  </w:num>
  <w:num w:numId="11">
    <w:abstractNumId w:val="18"/>
  </w:num>
  <w:num w:numId="12">
    <w:abstractNumId w:val="15"/>
  </w:num>
  <w:num w:numId="13">
    <w:abstractNumId w:val="1"/>
  </w:num>
  <w:num w:numId="14">
    <w:abstractNumId w:val="4"/>
  </w:num>
  <w:num w:numId="15">
    <w:abstractNumId w:val="0"/>
  </w:num>
  <w:num w:numId="16">
    <w:abstractNumId w:val="17"/>
  </w:num>
  <w:num w:numId="17">
    <w:abstractNumId w:val="6"/>
  </w:num>
  <w:num w:numId="18">
    <w:abstractNumId w:val="3"/>
  </w:num>
  <w:num w:numId="19">
    <w:abstractNumId w:val="11"/>
  </w:num>
  <w:num w:numId="20">
    <w:abstractNumId w:val="8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0D"/>
    <w:rsid w:val="00006DCD"/>
    <w:rsid w:val="00041A50"/>
    <w:rsid w:val="00050A7B"/>
    <w:rsid w:val="00071253"/>
    <w:rsid w:val="000872F3"/>
    <w:rsid w:val="00097245"/>
    <w:rsid w:val="001412DD"/>
    <w:rsid w:val="001437F7"/>
    <w:rsid w:val="00166DE6"/>
    <w:rsid w:val="00171A7A"/>
    <w:rsid w:val="00196BFF"/>
    <w:rsid w:val="001C3C51"/>
    <w:rsid w:val="001D1DE4"/>
    <w:rsid w:val="00282769"/>
    <w:rsid w:val="00313E58"/>
    <w:rsid w:val="003268F9"/>
    <w:rsid w:val="003361B4"/>
    <w:rsid w:val="00345F07"/>
    <w:rsid w:val="00347B2B"/>
    <w:rsid w:val="003909DD"/>
    <w:rsid w:val="003C4232"/>
    <w:rsid w:val="003C52A8"/>
    <w:rsid w:val="003F4A56"/>
    <w:rsid w:val="00444A0F"/>
    <w:rsid w:val="004454D0"/>
    <w:rsid w:val="00473DDF"/>
    <w:rsid w:val="004779D8"/>
    <w:rsid w:val="0049671F"/>
    <w:rsid w:val="004A31CB"/>
    <w:rsid w:val="0052180D"/>
    <w:rsid w:val="0055559A"/>
    <w:rsid w:val="0059684F"/>
    <w:rsid w:val="005D51A8"/>
    <w:rsid w:val="005F63EF"/>
    <w:rsid w:val="00624E7F"/>
    <w:rsid w:val="006278B9"/>
    <w:rsid w:val="006A5467"/>
    <w:rsid w:val="0070240C"/>
    <w:rsid w:val="00714887"/>
    <w:rsid w:val="00736EB2"/>
    <w:rsid w:val="00757305"/>
    <w:rsid w:val="00776921"/>
    <w:rsid w:val="00795029"/>
    <w:rsid w:val="007F3038"/>
    <w:rsid w:val="00842009"/>
    <w:rsid w:val="00843A08"/>
    <w:rsid w:val="0084528F"/>
    <w:rsid w:val="00851A88"/>
    <w:rsid w:val="00865F0E"/>
    <w:rsid w:val="0086777D"/>
    <w:rsid w:val="008C10B0"/>
    <w:rsid w:val="008D48A9"/>
    <w:rsid w:val="0094489D"/>
    <w:rsid w:val="00950FBC"/>
    <w:rsid w:val="009B62FF"/>
    <w:rsid w:val="009C7673"/>
    <w:rsid w:val="009F295E"/>
    <w:rsid w:val="00A06092"/>
    <w:rsid w:val="00A223C5"/>
    <w:rsid w:val="00A224E6"/>
    <w:rsid w:val="00A717E3"/>
    <w:rsid w:val="00A74CAB"/>
    <w:rsid w:val="00AB6952"/>
    <w:rsid w:val="00AF4465"/>
    <w:rsid w:val="00B50E4A"/>
    <w:rsid w:val="00B57736"/>
    <w:rsid w:val="00B75C9B"/>
    <w:rsid w:val="00BA01FD"/>
    <w:rsid w:val="00BB21D2"/>
    <w:rsid w:val="00BB514B"/>
    <w:rsid w:val="00BD40D1"/>
    <w:rsid w:val="00BD7F52"/>
    <w:rsid w:val="00CA5AFA"/>
    <w:rsid w:val="00CC2EF6"/>
    <w:rsid w:val="00CE3810"/>
    <w:rsid w:val="00D14356"/>
    <w:rsid w:val="00D75107"/>
    <w:rsid w:val="00DA3324"/>
    <w:rsid w:val="00DA40AA"/>
    <w:rsid w:val="00DC43D4"/>
    <w:rsid w:val="00E21D0F"/>
    <w:rsid w:val="00E41F72"/>
    <w:rsid w:val="00EA21C1"/>
    <w:rsid w:val="00EB28DB"/>
    <w:rsid w:val="00F173FF"/>
    <w:rsid w:val="00F34C91"/>
    <w:rsid w:val="00FB1EAD"/>
    <w:rsid w:val="00FB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35D2AAAB"/>
  <w15:docId w15:val="{CAC29641-083A-42DC-A51C-5CB511D3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character" w:styleId="a5">
    <w:name w:val="annotation reference"/>
    <w:basedOn w:val="a0"/>
    <w:semiHidden/>
    <w:rPr>
      <w:sz w:val="18"/>
      <w:szCs w:val="18"/>
    </w:rPr>
  </w:style>
  <w:style w:type="paragraph" w:styleId="a6">
    <w:name w:val="annotation text"/>
    <w:basedOn w:val="a"/>
    <w:semiHidden/>
    <w:pPr>
      <w:jc w:val="lef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customStyle="1" w:styleId="aa">
    <w:name w:val="レベル２注書き"/>
    <w:basedOn w:val="a"/>
    <w:pPr>
      <w:adjustRightInd w:val="0"/>
      <w:ind w:leftChars="400" w:left="1588" w:hangingChars="400" w:hanging="794"/>
      <w:jc w:val="left"/>
    </w:pPr>
    <w:rPr>
      <w:rFonts w:hAnsi="ＭＳ ゴシック"/>
      <w:szCs w:val="22"/>
    </w:rPr>
  </w:style>
  <w:style w:type="paragraph" w:customStyle="1" w:styleId="ab">
    <w:name w:val="左３"/>
    <w:link w:val="ac"/>
    <w:qFormat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c">
    <w:name w:val="左３ (文字)"/>
    <w:basedOn w:val="a0"/>
    <w:link w:val="ab"/>
    <w:rPr>
      <w:rFonts w:ascii="ＭＳ ゴシック" w:eastAsia="ＭＳ ゴシック" w:hAnsi="ＭＳ ゴシック" w:cs="ＭＳ 明朝"/>
      <w:sz w:val="22"/>
      <w:szCs w:val="22"/>
    </w:rPr>
  </w:style>
  <w:style w:type="paragraph" w:customStyle="1" w:styleId="ad">
    <w:name w:val="左３字下げ１"/>
    <w:link w:val="ae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e">
    <w:name w:val="左３字下げ１ (文字)"/>
    <w:basedOn w:val="a0"/>
    <w:link w:val="ad"/>
    <w:rPr>
      <w:rFonts w:ascii="ＭＳ ゴシック" w:eastAsia="ＭＳ ゴシック" w:hAnsi="ＭＳ ゴシック" w:cs="ＭＳ 明朝"/>
      <w:sz w:val="22"/>
      <w:szCs w:val="22"/>
    </w:rPr>
  </w:style>
  <w:style w:type="paragraph" w:styleId="af">
    <w:name w:val="List Paragraph"/>
    <w:basedOn w:val="a"/>
    <w:uiPriority w:val="34"/>
    <w:qFormat/>
    <w:rsid w:val="003C4232"/>
    <w:pPr>
      <w:ind w:leftChars="400" w:left="840"/>
    </w:pPr>
  </w:style>
  <w:style w:type="paragraph" w:styleId="af0">
    <w:name w:val="No Spacing"/>
    <w:uiPriority w:val="1"/>
    <w:qFormat/>
    <w:rsid w:val="00347B2B"/>
    <w:pPr>
      <w:widowControl w:val="0"/>
      <w:jc w:val="both"/>
    </w:pPr>
    <w:rPr>
      <w:rFonts w:eastAsia="ＭＳ ゴシック"/>
      <w:kern w:val="2"/>
      <w:sz w:val="22"/>
    </w:rPr>
  </w:style>
  <w:style w:type="paragraph" w:customStyle="1" w:styleId="af1">
    <w:name w:val="部内限"/>
    <w:basedOn w:val="a"/>
    <w:rsid w:val="00171A7A"/>
    <w:pPr>
      <w:adjustRightInd w:val="0"/>
      <w:jc w:val="right"/>
    </w:pPr>
    <w:rPr>
      <w:rFonts w:hAnsi="ＭＳ ゴシック" w:cs="ＭＳ 明朝"/>
      <w:b/>
      <w:bCs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riuchirm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C6DB93-A40D-43FA-88F5-5BE1756218AF}"/>
</file>

<file path=customXml/itemProps2.xml><?xml version="1.0" encoding="utf-8"?>
<ds:datastoreItem xmlns:ds="http://schemas.openxmlformats.org/officeDocument/2006/customXml" ds:itemID="{871D2DF5-DB99-4C9E-AB81-5A277A0F054C}"/>
</file>

<file path=customXml/itemProps3.xml><?xml version="1.0" encoding="utf-8"?>
<ds:datastoreItem xmlns:ds="http://schemas.openxmlformats.org/officeDocument/2006/customXml" ds:itemID="{CEE511FB-61E3-4215-8E15-5ED89A97DEA7}"/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290</TotalTime>
  <Pages>2</Pages>
  <Words>143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2016-03-25T05:58:00Z</cp:lastPrinted>
  <dcterms:created xsi:type="dcterms:W3CDTF">2017-11-15T06:20:00Z</dcterms:created>
  <dcterms:modified xsi:type="dcterms:W3CDTF">2024-04-24T05:00:00Z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